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20" w:type="dxa"/>
        <w:tblInd w:w="-106" w:type="dxa"/>
        <w:tblLook w:val="00A0"/>
      </w:tblPr>
      <w:tblGrid>
        <w:gridCol w:w="6040"/>
        <w:gridCol w:w="7880"/>
      </w:tblGrid>
      <w:tr w:rsidR="00635179" w:rsidRPr="002304F1">
        <w:trPr>
          <w:trHeight w:val="360"/>
        </w:trPr>
        <w:tc>
          <w:tcPr>
            <w:tcW w:w="13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5179" w:rsidRPr="003C71F9" w:rsidRDefault="00635179" w:rsidP="003C71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3C71F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Заявка на конкурс</w:t>
            </w:r>
          </w:p>
        </w:tc>
      </w:tr>
      <w:tr w:rsidR="00635179" w:rsidRPr="002304F1">
        <w:trPr>
          <w:trHeight w:val="360"/>
        </w:trPr>
        <w:tc>
          <w:tcPr>
            <w:tcW w:w="13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5179" w:rsidRPr="003C71F9" w:rsidRDefault="00635179" w:rsidP="003C71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  <w:r w:rsidRPr="003C71F9"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  <w:t>«Лучшая организация среднего образования»</w:t>
            </w:r>
          </w:p>
        </w:tc>
      </w:tr>
      <w:tr w:rsidR="00635179" w:rsidRPr="002304F1">
        <w:trPr>
          <w:trHeight w:val="36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5179" w:rsidRPr="003C71F9" w:rsidRDefault="00635179" w:rsidP="003C71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35179" w:rsidRPr="003C71F9" w:rsidRDefault="00635179" w:rsidP="003C71F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35179" w:rsidRPr="002304F1">
        <w:trPr>
          <w:trHeight w:val="315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7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«Лучшая организация среднего образования»</w:t>
            </w:r>
          </w:p>
        </w:tc>
      </w:tr>
      <w:tr w:rsidR="00635179" w:rsidRPr="002304F1">
        <w:trPr>
          <w:trHeight w:val="315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Область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Павлодарская</w:t>
            </w:r>
          </w:p>
        </w:tc>
      </w:tr>
      <w:tr w:rsidR="00635179" w:rsidRPr="002304F1">
        <w:trPr>
          <w:trHeight w:val="315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Район / город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город Павлодар</w:t>
            </w:r>
          </w:p>
        </w:tc>
      </w:tr>
      <w:tr w:rsidR="00635179" w:rsidRPr="002304F1">
        <w:trPr>
          <w:trHeight w:val="315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город Павлодар</w:t>
            </w:r>
          </w:p>
        </w:tc>
      </w:tr>
      <w:tr w:rsidR="00635179" w:rsidRPr="002304F1">
        <w:trPr>
          <w:trHeight w:val="630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Наименование организаций, участвующих в конкурсе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ГУ"Средняя общеобразовательная школа  №22" </w:t>
            </w:r>
          </w:p>
        </w:tc>
      </w:tr>
      <w:tr w:rsidR="00635179" w:rsidRPr="002304F1">
        <w:trPr>
          <w:trHeight w:val="315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ФИО руководителя организации образования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Мамбетова Майра Кабиденовна</w:t>
            </w:r>
          </w:p>
        </w:tc>
      </w:tr>
      <w:tr w:rsidR="00635179" w:rsidRPr="002304F1">
        <w:trPr>
          <w:trHeight w:val="315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Контатные телефоны (сот) руководителя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т. 344721,т.344621,сот.87051529123</w:t>
            </w:r>
          </w:p>
        </w:tc>
      </w:tr>
      <w:tr w:rsidR="00635179" w:rsidRPr="002304F1">
        <w:trPr>
          <w:trHeight w:val="315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Ак.Чокина 27</w:t>
            </w:r>
          </w:p>
        </w:tc>
      </w:tr>
      <w:tr w:rsidR="00635179" w:rsidRPr="002304F1">
        <w:trPr>
          <w:trHeight w:val="315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Тел/факс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342651</w:t>
            </w:r>
          </w:p>
        </w:tc>
      </w:tr>
      <w:tr w:rsidR="00635179" w:rsidRPr="002304F1">
        <w:trPr>
          <w:trHeight w:val="315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e-mail: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22Shool@mail.ru</w:t>
            </w:r>
          </w:p>
        </w:tc>
      </w:tr>
      <w:tr w:rsidR="00635179" w:rsidRPr="002304F1">
        <w:trPr>
          <w:trHeight w:val="630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Количество других единиц иллюстрированного материала</w:t>
            </w:r>
          </w:p>
        </w:tc>
        <w:tc>
          <w:tcPr>
            <w:tcW w:w="7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</w:t>
            </w: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папк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635179" w:rsidRPr="002304F1">
        <w:trPr>
          <w:trHeight w:val="630"/>
        </w:trPr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Количество листов, представляемого материала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</w:t>
            </w: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 xml:space="preserve"> папк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635179" w:rsidRPr="002304F1">
        <w:trPr>
          <w:trHeight w:val="315"/>
        </w:trPr>
        <w:tc>
          <w:tcPr>
            <w:tcW w:w="6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3C71F9"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Дата отправки</w:t>
            </w:r>
          </w:p>
        </w:tc>
        <w:tc>
          <w:tcPr>
            <w:tcW w:w="7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35179" w:rsidRPr="003C71F9" w:rsidRDefault="00635179" w:rsidP="003C71F9">
            <w:pPr>
              <w:spacing w:after="0" w:line="240" w:lineRule="auto"/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  <w:lang w:eastAsia="ru-RU"/>
              </w:rPr>
              <w:t>11.04.2016</w:t>
            </w:r>
          </w:p>
        </w:tc>
      </w:tr>
    </w:tbl>
    <w:p w:rsidR="00635179" w:rsidRDefault="00635179">
      <w:pP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635179" w:rsidRDefault="00635179">
      <w:pP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</w:p>
    <w:p w:rsidR="00635179" w:rsidRDefault="00635179">
      <w:pP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</w:p>
    <w:p w:rsidR="00635179" w:rsidRDefault="00635179" w:rsidP="00202736">
      <w:pPr>
        <w:jc w:val="center"/>
        <w:rPr>
          <w:rFonts w:ascii="Arial" w:hAnsi="Arial" w:cs="Arial"/>
          <w:b/>
          <w:bCs/>
          <w:color w:val="000000"/>
          <w:sz w:val="24"/>
          <w:szCs w:val="24"/>
          <w:lang w:eastAsia="ru-RU"/>
        </w:rPr>
      </w:pP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Директор школы</w:t>
      </w:r>
      <w:r w:rsidRPr="002A1D23"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 xml:space="preserve">                                              </w:t>
      </w:r>
      <w:r>
        <w:rPr>
          <w:rFonts w:ascii="Arial" w:hAnsi="Arial" w:cs="Arial"/>
          <w:b/>
          <w:bCs/>
          <w:color w:val="000000"/>
          <w:sz w:val="24"/>
          <w:szCs w:val="24"/>
          <w:lang w:eastAsia="ru-RU"/>
        </w:rPr>
        <w:t>М. Мамбетова</w:t>
      </w:r>
    </w:p>
    <w:p w:rsidR="00635179" w:rsidRDefault="00635179"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2A1D23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МП</w:t>
      </w:r>
    </w:p>
    <w:p w:rsidR="00635179" w:rsidRDefault="00635179">
      <w:r w:rsidRPr="00A5049B">
        <w:rPr>
          <w:highlight w:val="yellow"/>
        </w:rPr>
        <w:t>Заявка заполняется на 2-х языках</w:t>
      </w:r>
    </w:p>
    <w:sectPr w:rsidR="00635179" w:rsidSect="003C71F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71F9"/>
    <w:rsid w:val="00004227"/>
    <w:rsid w:val="0001114E"/>
    <w:rsid w:val="000962A0"/>
    <w:rsid w:val="00105BED"/>
    <w:rsid w:val="00136FA5"/>
    <w:rsid w:val="00192FAD"/>
    <w:rsid w:val="00202736"/>
    <w:rsid w:val="002304F1"/>
    <w:rsid w:val="0024174B"/>
    <w:rsid w:val="002A1D23"/>
    <w:rsid w:val="002E1E70"/>
    <w:rsid w:val="003C71F9"/>
    <w:rsid w:val="00461C68"/>
    <w:rsid w:val="00516A25"/>
    <w:rsid w:val="005A3F53"/>
    <w:rsid w:val="00635179"/>
    <w:rsid w:val="007A31DB"/>
    <w:rsid w:val="007D3E0D"/>
    <w:rsid w:val="00840D52"/>
    <w:rsid w:val="00943167"/>
    <w:rsid w:val="00945CD2"/>
    <w:rsid w:val="00A5049B"/>
    <w:rsid w:val="00A65231"/>
    <w:rsid w:val="00BA50C8"/>
    <w:rsid w:val="00E90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E0D"/>
    <w:pPr>
      <w:spacing w:after="200" w:line="240" w:lineRule="atLeast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171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136</Words>
  <Characters>777</Characters>
  <Application>Microsoft Office Outlook</Application>
  <DocSecurity>0</DocSecurity>
  <Lines>0</Lines>
  <Paragraphs>0</Paragraphs>
  <ScaleCrop>false</ScaleCrop>
  <Company>ГОО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</cp:lastModifiedBy>
  <cp:revision>10</cp:revision>
  <cp:lastPrinted>2014-05-05T12:41:00Z</cp:lastPrinted>
  <dcterms:created xsi:type="dcterms:W3CDTF">2014-03-31T03:19:00Z</dcterms:created>
  <dcterms:modified xsi:type="dcterms:W3CDTF">2016-03-30T10:15:00Z</dcterms:modified>
</cp:coreProperties>
</file>